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DE" w:rsidRPr="005E18A5" w:rsidRDefault="00DF77DE" w:rsidP="00674D46">
      <w:pPr>
        <w:pStyle w:val="Heading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DF77DE" w:rsidRPr="007C40DC" w:rsidRDefault="00DF77DE" w:rsidP="00674D46">
      <w:pPr>
        <w:spacing w:after="12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</w:t>
      </w:r>
      <w:r w:rsidRPr="00686B30">
        <w:rPr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81pt">
            <v:imagedata r:id="rId6" o:title=""/>
          </v:shape>
        </w:pict>
      </w:r>
    </w:p>
    <w:p w:rsidR="00DF77DE" w:rsidRPr="007C40DC" w:rsidRDefault="00DF77DE" w:rsidP="00674D46">
      <w:pPr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</w:p>
    <w:p w:rsidR="00DF77DE" w:rsidRPr="007C40DC" w:rsidRDefault="00DF77DE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DF77DE" w:rsidRPr="007C40DC" w:rsidRDefault="00DF77DE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DF77DE" w:rsidRPr="007C40DC" w:rsidRDefault="00DF77DE" w:rsidP="00674D46">
      <w:pPr>
        <w:spacing w:after="120"/>
        <w:rPr>
          <w:b/>
          <w:sz w:val="20"/>
          <w:szCs w:val="20"/>
        </w:rPr>
      </w:pPr>
    </w:p>
    <w:p w:rsidR="00DF77DE" w:rsidRPr="007C40DC" w:rsidRDefault="00DF77DE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>
        <w:rPr>
          <w:sz w:val="20"/>
          <w:szCs w:val="20"/>
        </w:rPr>
        <w:t xml:space="preserve">Giyim Üretim Teknolojileri Ekolojik Üretim sayesinde Yüksek Katma Değerli Denim İmalatına Geçilmesi projesi mal alım işi </w:t>
      </w:r>
    </w:p>
    <w:p w:rsidR="00DF77DE" w:rsidRPr="00542A30" w:rsidRDefault="00DF77DE" w:rsidP="00584009">
      <w:pPr>
        <w:spacing w:before="120" w:after="120"/>
        <w:rPr>
          <w:color w:val="FF0000"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Pr="007A3C62">
        <w:rPr>
          <w:b/>
          <w:sz w:val="20"/>
          <w:szCs w:val="20"/>
        </w:rPr>
        <w:t>TR62</w:t>
      </w:r>
      <w:r>
        <w:rPr>
          <w:b/>
          <w:sz w:val="20"/>
          <w:szCs w:val="20"/>
        </w:rPr>
        <w:t>-</w:t>
      </w:r>
      <w:r w:rsidRPr="007A3C62">
        <w:rPr>
          <w:b/>
          <w:sz w:val="20"/>
          <w:szCs w:val="20"/>
        </w:rPr>
        <w:t>15</w:t>
      </w:r>
      <w:r>
        <w:rPr>
          <w:b/>
          <w:sz w:val="20"/>
          <w:szCs w:val="20"/>
        </w:rPr>
        <w:t>-</w:t>
      </w:r>
      <w:r w:rsidRPr="007A3C62">
        <w:rPr>
          <w:b/>
          <w:sz w:val="20"/>
          <w:szCs w:val="20"/>
        </w:rPr>
        <w:t>RAY/0070</w:t>
      </w:r>
    </w:p>
    <w:p w:rsidR="00DF77DE" w:rsidRPr="007C40DC" w:rsidRDefault="00DF77DE" w:rsidP="00674D46">
      <w:pPr>
        <w:spacing w:after="120"/>
        <w:rPr>
          <w:sz w:val="20"/>
          <w:szCs w:val="20"/>
        </w:rPr>
      </w:pPr>
      <w:bookmarkStart w:id="2" w:name="_GoBack"/>
      <w:bookmarkEnd w:id="2"/>
    </w:p>
    <w:p w:rsidR="00DF77DE" w:rsidRPr="007C40DC" w:rsidRDefault="00DF77DE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DF77DE" w:rsidRPr="007C40DC" w:rsidRDefault="00DF77DE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DF77DE" w:rsidRPr="007C40DC" w:rsidRDefault="00DF77DE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DF77DE" w:rsidRPr="007C40DC" w:rsidRDefault="00DF77DE" w:rsidP="00674D46">
      <w:pPr>
        <w:spacing w:after="120"/>
        <w:rPr>
          <w:sz w:val="20"/>
          <w:szCs w:val="20"/>
          <w:highlight w:val="lightGray"/>
        </w:rPr>
      </w:pPr>
    </w:p>
    <w:p w:rsidR="00DF77DE" w:rsidRPr="007C40DC" w:rsidRDefault="00DF77DE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/>
      </w:tblPr>
      <w:tblGrid>
        <w:gridCol w:w="392"/>
        <w:gridCol w:w="392"/>
        <w:gridCol w:w="8080"/>
      </w:tblGrid>
      <w:tr w:rsidR="00DF77DE" w:rsidRPr="007C40DC" w:rsidTr="00E3127E"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DF77DE" w:rsidRPr="007C40DC" w:rsidTr="00E3127E"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DF77DE" w:rsidRPr="007C40DC" w:rsidTr="00E3127E"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DF77DE" w:rsidRPr="007C40DC" w:rsidTr="00E3127E"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DF77DE" w:rsidRPr="007C40DC" w:rsidTr="00E3127E"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DF77DE" w:rsidRPr="007C40DC" w:rsidTr="00E3127E"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DF77DE" w:rsidRPr="007C40DC" w:rsidTr="00E3127E"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DF77DE" w:rsidRPr="007C40DC" w:rsidRDefault="00DF77DE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DF77DE" w:rsidRPr="007C40DC" w:rsidRDefault="00DF77DE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DF77DE" w:rsidRPr="007C40DC" w:rsidRDefault="00DF77DE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İhalenin …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DF77DE" w:rsidRPr="007C40DC" w:rsidRDefault="00DF77DE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DF77DE" w:rsidRPr="007C40DC" w:rsidRDefault="00DF77DE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DF77DE" w:rsidRPr="007C40DC" w:rsidRDefault="00DF77DE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DF77DE" w:rsidRPr="007C40DC" w:rsidRDefault="00DF77DE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DF77DE" w:rsidRPr="007C40DC" w:rsidRDefault="00DF77DE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DF77DE" w:rsidRPr="007C40DC" w:rsidRDefault="00DF77DE" w:rsidP="00674D46">
      <w:pPr>
        <w:rPr>
          <w:sz w:val="20"/>
          <w:szCs w:val="20"/>
        </w:rPr>
      </w:pPr>
    </w:p>
    <w:p w:rsidR="00DF77DE" w:rsidRPr="007C40DC" w:rsidRDefault="00DF77DE" w:rsidP="00674D46">
      <w:pPr>
        <w:rPr>
          <w:sz w:val="20"/>
          <w:szCs w:val="20"/>
        </w:rPr>
      </w:pPr>
      <w:r>
        <w:rPr>
          <w:sz w:val="20"/>
          <w:szCs w:val="20"/>
        </w:rPr>
        <w:t>Bayram KARACA</w:t>
      </w:r>
    </w:p>
    <w:p w:rsidR="00DF77DE" w:rsidRDefault="00DF77DE" w:rsidP="00674D46">
      <w:pPr>
        <w:rPr>
          <w:sz w:val="20"/>
          <w:szCs w:val="20"/>
        </w:rPr>
      </w:pPr>
    </w:p>
    <w:p w:rsidR="00DF77DE" w:rsidRDefault="00DF77DE" w:rsidP="00674D46">
      <w:pPr>
        <w:rPr>
          <w:sz w:val="20"/>
          <w:szCs w:val="20"/>
        </w:rPr>
      </w:pPr>
    </w:p>
    <w:p w:rsidR="00DF77DE" w:rsidRPr="007C40DC" w:rsidRDefault="00DF77DE" w:rsidP="00674D46">
      <w:pPr>
        <w:rPr>
          <w:sz w:val="20"/>
          <w:szCs w:val="20"/>
        </w:rPr>
      </w:pPr>
      <w:r>
        <w:rPr>
          <w:sz w:val="20"/>
          <w:szCs w:val="20"/>
        </w:rPr>
        <w:t xml:space="preserve">          imza </w:t>
      </w:r>
    </w:p>
    <w:p w:rsidR="00DF77DE" w:rsidRDefault="00DF77DE"/>
    <w:sectPr w:rsidR="00DF77DE" w:rsidSect="004118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7DE" w:rsidRDefault="00DF77DE" w:rsidP="00674D46">
      <w:r>
        <w:separator/>
      </w:r>
    </w:p>
  </w:endnote>
  <w:endnote w:type="continuationSeparator" w:id="0">
    <w:p w:rsidR="00DF77DE" w:rsidRDefault="00DF77DE" w:rsidP="00674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7DE" w:rsidRDefault="00DF77DE" w:rsidP="00674D46">
      <w:r>
        <w:separator/>
      </w:r>
    </w:p>
  </w:footnote>
  <w:footnote w:type="continuationSeparator" w:id="0">
    <w:p w:rsidR="00DF77DE" w:rsidRDefault="00DF77DE" w:rsidP="00674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7DE" w:rsidRPr="00674D46" w:rsidRDefault="00DF77DE">
    <w:pPr>
      <w:pStyle w:val="Header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DF77DE" w:rsidRDefault="00DF77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D46"/>
    <w:rsid w:val="003E7A01"/>
    <w:rsid w:val="004118EB"/>
    <w:rsid w:val="005324A2"/>
    <w:rsid w:val="00542A30"/>
    <w:rsid w:val="00584009"/>
    <w:rsid w:val="005E18A5"/>
    <w:rsid w:val="00674D46"/>
    <w:rsid w:val="00686396"/>
    <w:rsid w:val="00686B30"/>
    <w:rsid w:val="006C3620"/>
    <w:rsid w:val="00713BA9"/>
    <w:rsid w:val="007A3C62"/>
    <w:rsid w:val="007C40DC"/>
    <w:rsid w:val="00932703"/>
    <w:rsid w:val="00957DA3"/>
    <w:rsid w:val="009E21A4"/>
    <w:rsid w:val="00B25440"/>
    <w:rsid w:val="00DF77DE"/>
    <w:rsid w:val="00E31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674D46"/>
    <w:rPr>
      <w:rFonts w:ascii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674D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74D46"/>
    <w:rPr>
      <w:rFonts w:ascii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rsid w:val="00674D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74D46"/>
    <w:rPr>
      <w:rFonts w:ascii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rsid w:val="00674D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4D46"/>
    <w:rPr>
      <w:rFonts w:ascii="Tahoma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191</Words>
  <Characters>1092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projecterium</cp:lastModifiedBy>
  <cp:revision>3</cp:revision>
  <dcterms:created xsi:type="dcterms:W3CDTF">2012-04-19T06:43:00Z</dcterms:created>
  <dcterms:modified xsi:type="dcterms:W3CDTF">2015-10-31T12:38:00Z</dcterms:modified>
</cp:coreProperties>
</file>