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8D" w:rsidRPr="00E04CA7" w:rsidRDefault="00D3678D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hAnsi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D3678D" w:rsidRPr="00E04CA7" w:rsidRDefault="00D3678D" w:rsidP="00E04CA7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</w:t>
      </w:r>
      <w:r w:rsidRPr="00932703">
        <w:rPr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81pt">
            <v:imagedata r:id="rId6" o:title=""/>
          </v:shape>
        </w:pict>
      </w:r>
    </w:p>
    <w:p w:rsidR="00D3678D" w:rsidRPr="00E04CA7" w:rsidRDefault="00D3678D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hAnsi="Arial"/>
          <w:i/>
          <w:sz w:val="16"/>
          <w:szCs w:val="20"/>
          <w:lang w:eastAsia="en-GB"/>
        </w:rPr>
      </w:pPr>
      <w:r w:rsidRPr="00E04CA7">
        <w:rPr>
          <w:rFonts w:ascii="Arial" w:hAnsi="Arial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hAnsi="Times New Roman"/>
          <w:i/>
          <w:sz w:val="16"/>
          <w:szCs w:val="20"/>
          <w:highlight w:val="lightGray"/>
          <w:lang w:eastAsia="en-GB"/>
        </w:rPr>
        <w:t>Sözleşme Makamının Anteti]</w:t>
      </w:r>
    </w:p>
    <w:p w:rsidR="00D3678D" w:rsidRPr="00E04CA7" w:rsidRDefault="00D3678D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hAnsi="Arial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350"/>
        <w:gridCol w:w="1560"/>
        <w:gridCol w:w="1698"/>
        <w:gridCol w:w="4604"/>
      </w:tblGrid>
      <w:tr w:rsidR="00D3678D" w:rsidRPr="007F0FF8" w:rsidTr="00E3127E">
        <w:trPr>
          <w:jc w:val="center"/>
        </w:trPr>
        <w:tc>
          <w:tcPr>
            <w:tcW w:w="2910" w:type="dxa"/>
            <w:gridSpan w:val="2"/>
          </w:tcPr>
          <w:p w:rsidR="00D3678D" w:rsidRPr="00E04CA7" w:rsidRDefault="00D3678D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hAnsi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D3678D" w:rsidRPr="007F0FF8" w:rsidTr="00E3127E">
        <w:trPr>
          <w:jc w:val="center"/>
        </w:trPr>
        <w:tc>
          <w:tcPr>
            <w:tcW w:w="2910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D3678D" w:rsidRPr="007F0FF8" w:rsidTr="00E3127E">
        <w:trPr>
          <w:jc w:val="center"/>
        </w:trPr>
        <w:tc>
          <w:tcPr>
            <w:tcW w:w="2910" w:type="dxa"/>
            <w:gridSpan w:val="2"/>
          </w:tcPr>
          <w:p w:rsidR="00D3678D" w:rsidRPr="00E04CA7" w:rsidRDefault="00D3678D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D3678D" w:rsidRPr="007F0FF8" w:rsidTr="00E3127E">
        <w:trPr>
          <w:jc w:val="center"/>
        </w:trPr>
        <w:tc>
          <w:tcPr>
            <w:tcW w:w="2910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cantSplit/>
          <w:jc w:val="center"/>
        </w:trPr>
        <w:tc>
          <w:tcPr>
            <w:tcW w:w="9215" w:type="dxa"/>
            <w:gridSpan w:val="4"/>
          </w:tcPr>
          <w:p w:rsidR="00D3678D" w:rsidRPr="00E04CA7" w:rsidRDefault="00D3678D" w:rsidP="00E04CA7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hAnsi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hAnsi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hAnsi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hAnsi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hAnsi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hAnsi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hAnsi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1350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jc w:val="center"/>
        </w:trPr>
        <w:tc>
          <w:tcPr>
            <w:tcW w:w="1350" w:type="dxa"/>
          </w:tcPr>
          <w:p w:rsidR="00D3678D" w:rsidRPr="00E04CA7" w:rsidRDefault="00D3678D" w:rsidP="00E04CA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hAnsi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D3678D" w:rsidRPr="007F0FF8" w:rsidTr="00E3127E">
        <w:trPr>
          <w:jc w:val="center"/>
        </w:trPr>
        <w:tc>
          <w:tcPr>
            <w:tcW w:w="4609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678D" w:rsidRPr="007F0FF8" w:rsidTr="00E3127E">
        <w:trPr>
          <w:cantSplit/>
          <w:jc w:val="center"/>
        </w:trPr>
        <w:tc>
          <w:tcPr>
            <w:tcW w:w="1350" w:type="dxa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hAnsi="Times New Roman"/>
                <w:spacing w:val="-10"/>
                <w:sz w:val="20"/>
                <w:szCs w:val="20"/>
                <w:lang w:eastAsia="tr-TR"/>
              </w:rPr>
              <w:t>_ _/_ _/_ _ _ _ tarihinde, ......... sıra numarası ile kayda alınan teklifiniz.</w:t>
            </w:r>
          </w:p>
        </w:tc>
      </w:tr>
      <w:tr w:rsidR="00D3678D" w:rsidRPr="007F0FF8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8D" w:rsidRPr="00E04CA7" w:rsidRDefault="00D3678D" w:rsidP="00E04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</w:tbl>
    <w:p w:rsidR="00D3678D" w:rsidRPr="00E04CA7" w:rsidRDefault="00D3678D" w:rsidP="00E04CA7">
      <w:pPr>
        <w:spacing w:after="0" w:line="240" w:lineRule="auto"/>
        <w:jc w:val="both"/>
        <w:rPr>
          <w:rFonts w:ascii="Arial" w:hAnsi="Arial"/>
          <w:sz w:val="24"/>
          <w:szCs w:val="24"/>
          <w:lang w:eastAsia="tr-TR"/>
        </w:rPr>
      </w:pPr>
    </w:p>
    <w:p w:rsidR="00D3678D" w:rsidRPr="00E04CA7" w:rsidRDefault="00D3678D" w:rsidP="00E04CA7">
      <w:pPr>
        <w:spacing w:after="0" w:line="240" w:lineRule="auto"/>
        <w:jc w:val="both"/>
        <w:rPr>
          <w:rFonts w:ascii="Arial" w:hAnsi="Arial"/>
          <w:sz w:val="24"/>
          <w:szCs w:val="24"/>
          <w:lang w:eastAsia="tr-TR"/>
        </w:rPr>
      </w:pPr>
    </w:p>
    <w:p w:rsidR="00D3678D" w:rsidRPr="00E04CA7" w:rsidRDefault="00D3678D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hAnsi="Times New Roman"/>
          <w:sz w:val="20"/>
          <w:szCs w:val="20"/>
          <w:lang w:eastAsia="en-GB"/>
        </w:rPr>
      </w:pPr>
      <w:r w:rsidRPr="00E04CA7">
        <w:rPr>
          <w:rFonts w:ascii="Times New Roman" w:hAnsi="Times New Roman"/>
          <w:i/>
          <w:sz w:val="20"/>
          <w:szCs w:val="20"/>
          <w:highlight w:val="lightGray"/>
          <w:lang w:eastAsia="en-GB"/>
        </w:rPr>
        <w:t>[işin adı]</w:t>
      </w:r>
      <w:r w:rsidRPr="00E04CA7">
        <w:rPr>
          <w:rFonts w:ascii="Times New Roman" w:hAnsi="Times New Roman"/>
          <w:sz w:val="20"/>
          <w:szCs w:val="20"/>
          <w:lang w:eastAsia="en-GB"/>
        </w:rPr>
        <w:t xml:space="preserve"> işine ait ihale uhdenizde kalmıştır. Tebliğ tarihinden itibaren en geç yedi (7) gün içinde ihale tarihi itibarıyla idari şartnamede sayılan ihaleye katılamayacak olanlar kapsamında olmadığınıza dair belgeler  </w:t>
      </w:r>
      <w:r w:rsidRPr="00E04CA7">
        <w:rPr>
          <w:rFonts w:ascii="Times New Roman" w:hAnsi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Pr="00E04CA7">
        <w:rPr>
          <w:rFonts w:ascii="Times New Roman" w:hAnsi="Times New Roman"/>
          <w:color w:val="808080"/>
          <w:sz w:val="20"/>
          <w:szCs w:val="20"/>
          <w:lang w:eastAsia="en-GB"/>
        </w:rPr>
        <w:t xml:space="preserve"> </w:t>
      </w:r>
      <w:r w:rsidRPr="00E04CA7">
        <w:rPr>
          <w:rFonts w:ascii="Times New Roman" w:hAnsi="Times New Roman"/>
          <w:sz w:val="20"/>
          <w:szCs w:val="20"/>
          <w:lang w:eastAsia="en-GB"/>
        </w:rPr>
        <w:t>ve gerekli olan diğer işlemleri de tamamlamak suretiyle ihale konusu işe ilişkin sözleşmeyi en geç (......) gün</w:t>
      </w:r>
      <w:r w:rsidRPr="00E04CA7">
        <w:rPr>
          <w:rFonts w:ascii="Times New Roman" w:hAnsi="Times New Roman"/>
          <w:sz w:val="24"/>
          <w:szCs w:val="20"/>
          <w:vertAlign w:val="superscript"/>
          <w:lang w:eastAsia="en-GB"/>
        </w:rPr>
        <w:footnoteReference w:id="1"/>
      </w:r>
      <w:r w:rsidRPr="00E04CA7">
        <w:rPr>
          <w:rFonts w:ascii="Times New Roman" w:hAnsi="Times New Roman"/>
          <w:sz w:val="20"/>
          <w:szCs w:val="20"/>
          <w:lang w:eastAsia="en-GB"/>
        </w:rPr>
        <w:t xml:space="preserve"> içerisinde imzalamanız gerekmektedir. </w:t>
      </w:r>
    </w:p>
    <w:p w:rsidR="00D3678D" w:rsidRPr="00E04CA7" w:rsidRDefault="00D3678D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0"/>
          <w:lang w:eastAsia="tr-TR"/>
        </w:rPr>
      </w:pPr>
    </w:p>
    <w:p w:rsidR="00D3678D" w:rsidRPr="00E04CA7" w:rsidRDefault="00D3678D" w:rsidP="00E04C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tr-TR"/>
        </w:rPr>
      </w:pPr>
      <w:r w:rsidRPr="00E04CA7">
        <w:rPr>
          <w:rFonts w:ascii="Times New Roman" w:hAnsi="Times New Roman"/>
          <w:sz w:val="24"/>
          <w:szCs w:val="24"/>
          <w:lang w:eastAsia="tr-TR"/>
        </w:rPr>
        <w:tab/>
        <w:t>Saygılarımızla.</w:t>
      </w:r>
    </w:p>
    <w:p w:rsidR="00D3678D" w:rsidRPr="00E04CA7" w:rsidRDefault="00D3678D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0"/>
          <w:lang w:eastAsia="tr-TR"/>
        </w:rPr>
      </w:pPr>
    </w:p>
    <w:p w:rsidR="00D3678D" w:rsidRPr="00E04CA7" w:rsidRDefault="00D3678D" w:rsidP="00E04C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tr-TR"/>
        </w:rPr>
      </w:pPr>
    </w:p>
    <w:p w:rsidR="00D3678D" w:rsidRPr="00E04CA7" w:rsidRDefault="00D3678D" w:rsidP="00E04C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tr-TR"/>
        </w:rPr>
      </w:pPr>
    </w:p>
    <w:p w:rsidR="00D3678D" w:rsidRPr="00E04CA7" w:rsidRDefault="00D3678D" w:rsidP="00E04C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024"/>
        <w:gridCol w:w="3186"/>
      </w:tblGrid>
      <w:tr w:rsidR="00D3678D" w:rsidRPr="007F0FF8" w:rsidTr="00E3127E">
        <w:tc>
          <w:tcPr>
            <w:tcW w:w="6024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hAnsi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D3678D" w:rsidRPr="007F0FF8" w:rsidTr="00E3127E">
        <w:tc>
          <w:tcPr>
            <w:tcW w:w="6024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D3678D" w:rsidRPr="00E04CA7" w:rsidRDefault="00D3678D" w:rsidP="00FA3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            Bayram KARACA</w:t>
            </w:r>
          </w:p>
        </w:tc>
      </w:tr>
      <w:tr w:rsidR="00D3678D" w:rsidRPr="007F0FF8" w:rsidTr="00E3127E">
        <w:tc>
          <w:tcPr>
            <w:tcW w:w="6024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>İşletme müdürü</w:t>
            </w:r>
          </w:p>
        </w:tc>
      </w:tr>
      <w:tr w:rsidR="00D3678D" w:rsidRPr="007F0FF8" w:rsidTr="00E3127E">
        <w:tc>
          <w:tcPr>
            <w:tcW w:w="6024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D3678D" w:rsidRPr="00E04CA7" w:rsidRDefault="00D3678D" w:rsidP="00E0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hAnsi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D3678D" w:rsidRPr="00E04CA7" w:rsidRDefault="00D3678D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hAnsi="Arial"/>
          <w:sz w:val="20"/>
          <w:szCs w:val="20"/>
          <w:lang w:eastAsia="en-GB"/>
        </w:rPr>
      </w:pPr>
    </w:p>
    <w:p w:rsidR="00D3678D" w:rsidRDefault="00D3678D"/>
    <w:sectPr w:rsidR="00D3678D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78D" w:rsidRDefault="00D3678D" w:rsidP="00E04CA7">
      <w:pPr>
        <w:spacing w:after="0" w:line="240" w:lineRule="auto"/>
      </w:pPr>
      <w:r>
        <w:separator/>
      </w:r>
    </w:p>
  </w:endnote>
  <w:endnote w:type="continuationSeparator" w:id="0">
    <w:p w:rsidR="00D3678D" w:rsidRDefault="00D3678D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78D" w:rsidRDefault="00D3678D" w:rsidP="00E04CA7">
      <w:pPr>
        <w:spacing w:after="0" w:line="240" w:lineRule="auto"/>
      </w:pPr>
      <w:r>
        <w:separator/>
      </w:r>
    </w:p>
  </w:footnote>
  <w:footnote w:type="continuationSeparator" w:id="0">
    <w:p w:rsidR="00D3678D" w:rsidRDefault="00D3678D" w:rsidP="00E04CA7">
      <w:pPr>
        <w:spacing w:after="0" w:line="240" w:lineRule="auto"/>
      </w:pPr>
      <w:r>
        <w:continuationSeparator/>
      </w:r>
    </w:p>
  </w:footnote>
  <w:footnote w:id="1">
    <w:p w:rsidR="00D3678D" w:rsidRPr="00211A65" w:rsidRDefault="00D3678D" w:rsidP="00E04CA7">
      <w:pPr>
        <w:pStyle w:val="FootnoteText"/>
        <w:rPr>
          <w:sz w:val="16"/>
        </w:rPr>
      </w:pPr>
      <w:r w:rsidRPr="00211A65">
        <w:rPr>
          <w:rStyle w:val="FootnoteReference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D3678D" w:rsidRDefault="00D3678D" w:rsidP="00E04CA7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8D" w:rsidRPr="00564259" w:rsidRDefault="00D3678D" w:rsidP="00564259">
    <w:pPr>
      <w:pStyle w:val="Header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CA7"/>
    <w:rsid w:val="000F4F86"/>
    <w:rsid w:val="00211A65"/>
    <w:rsid w:val="00564259"/>
    <w:rsid w:val="006971EE"/>
    <w:rsid w:val="006B4538"/>
    <w:rsid w:val="007F0FF8"/>
    <w:rsid w:val="00883769"/>
    <w:rsid w:val="00925871"/>
    <w:rsid w:val="00932703"/>
    <w:rsid w:val="00957DA3"/>
    <w:rsid w:val="00C8388D"/>
    <w:rsid w:val="00D3678D"/>
    <w:rsid w:val="00D83E3E"/>
    <w:rsid w:val="00D9710F"/>
    <w:rsid w:val="00E04CA7"/>
    <w:rsid w:val="00E3127E"/>
    <w:rsid w:val="00FA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F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4CA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E04C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04CA7"/>
    <w:rPr>
      <w:rFonts w:ascii="Times New Roman" w:hAnsi="Times New Roman" w:cs="Times New Roman"/>
      <w:sz w:val="20"/>
      <w:szCs w:val="20"/>
      <w:lang w:eastAsia="tr-TR"/>
    </w:rPr>
  </w:style>
  <w:style w:type="character" w:styleId="FootnoteReference">
    <w:name w:val="footnote reference"/>
    <w:basedOn w:val="DefaultParagraphFont"/>
    <w:uiPriority w:val="99"/>
    <w:semiHidden/>
    <w:rsid w:val="00E04CA7"/>
    <w:rPr>
      <w:rFonts w:cs="Times New Roman"/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E04C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162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3</cp:revision>
  <dcterms:created xsi:type="dcterms:W3CDTF">2012-04-19T06:46:00Z</dcterms:created>
  <dcterms:modified xsi:type="dcterms:W3CDTF">2015-10-20T10:41:00Z</dcterms:modified>
</cp:coreProperties>
</file>